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9AAB8" w14:textId="77777777" w:rsidR="006E5D65" w:rsidRPr="00FD7EE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D7EEE">
        <w:rPr>
          <w:rFonts w:ascii="Corbel" w:hAnsi="Corbel"/>
          <w:b/>
          <w:bCs/>
        </w:rPr>
        <w:t xml:space="preserve">   </w:t>
      </w:r>
      <w:r w:rsidR="00CD6897" w:rsidRPr="00FD7EEE">
        <w:rPr>
          <w:rFonts w:ascii="Corbel" w:hAnsi="Corbel"/>
          <w:b/>
          <w:bCs/>
        </w:rPr>
        <w:tab/>
      </w:r>
      <w:r w:rsidR="00CD6897" w:rsidRPr="00FD7EEE">
        <w:rPr>
          <w:rFonts w:ascii="Corbel" w:hAnsi="Corbel"/>
          <w:b/>
          <w:bCs/>
        </w:rPr>
        <w:tab/>
      </w:r>
      <w:r w:rsidR="00CD6897" w:rsidRPr="00FD7EEE">
        <w:rPr>
          <w:rFonts w:ascii="Corbel" w:hAnsi="Corbel"/>
          <w:b/>
          <w:bCs/>
        </w:rPr>
        <w:tab/>
      </w:r>
      <w:r w:rsidR="00CD6897" w:rsidRPr="00FD7EEE">
        <w:rPr>
          <w:rFonts w:ascii="Corbel" w:hAnsi="Corbel"/>
          <w:b/>
          <w:bCs/>
        </w:rPr>
        <w:tab/>
      </w:r>
      <w:r w:rsidR="00CD6897" w:rsidRPr="00FD7EEE">
        <w:rPr>
          <w:rFonts w:ascii="Corbel" w:hAnsi="Corbel"/>
          <w:b/>
          <w:bCs/>
        </w:rPr>
        <w:tab/>
      </w:r>
      <w:r w:rsidR="00CD6897" w:rsidRPr="00FD7EEE">
        <w:rPr>
          <w:rFonts w:ascii="Corbel" w:hAnsi="Corbel"/>
          <w:b/>
          <w:bCs/>
        </w:rPr>
        <w:tab/>
      </w:r>
      <w:r w:rsidR="00D8678B" w:rsidRPr="00FD7EEE">
        <w:rPr>
          <w:rFonts w:ascii="Corbel" w:hAnsi="Corbel"/>
          <w:bCs/>
          <w:i/>
        </w:rPr>
        <w:t xml:space="preserve">Załącznik nr </w:t>
      </w:r>
      <w:r w:rsidR="006F31E2" w:rsidRPr="00FD7EEE">
        <w:rPr>
          <w:rFonts w:ascii="Corbel" w:hAnsi="Corbel"/>
          <w:bCs/>
          <w:i/>
        </w:rPr>
        <w:t>1.5</w:t>
      </w:r>
      <w:r w:rsidR="00D8678B" w:rsidRPr="00FD7EEE">
        <w:rPr>
          <w:rFonts w:ascii="Corbel" w:hAnsi="Corbel"/>
          <w:bCs/>
          <w:i/>
        </w:rPr>
        <w:t xml:space="preserve"> do Zarządzenia</w:t>
      </w:r>
      <w:r w:rsidR="002A22BF" w:rsidRPr="00FD7EEE">
        <w:rPr>
          <w:rFonts w:ascii="Corbel" w:hAnsi="Corbel"/>
          <w:bCs/>
          <w:i/>
        </w:rPr>
        <w:t xml:space="preserve"> Rektora UR </w:t>
      </w:r>
      <w:r w:rsidR="00CD6897" w:rsidRPr="00FD7EEE">
        <w:rPr>
          <w:rFonts w:ascii="Corbel" w:hAnsi="Corbel"/>
          <w:bCs/>
          <w:i/>
        </w:rPr>
        <w:t xml:space="preserve"> nr </w:t>
      </w:r>
      <w:r w:rsidR="00F17567" w:rsidRPr="00FD7EEE">
        <w:rPr>
          <w:rFonts w:ascii="Corbel" w:hAnsi="Corbel"/>
          <w:bCs/>
          <w:i/>
        </w:rPr>
        <w:t>12/2019</w:t>
      </w:r>
    </w:p>
    <w:p w14:paraId="12672997" w14:textId="77777777" w:rsidR="0085747A" w:rsidRPr="00FD7EE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7EEE">
        <w:rPr>
          <w:rFonts w:ascii="Corbel" w:hAnsi="Corbel"/>
          <w:b/>
          <w:smallCaps/>
          <w:sz w:val="24"/>
          <w:szCs w:val="24"/>
        </w:rPr>
        <w:t>SYLABUS</w:t>
      </w:r>
    </w:p>
    <w:p w14:paraId="1AB34A0B" w14:textId="62D4DE74" w:rsidR="0085747A" w:rsidRPr="00FD7E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7EE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7EEE">
        <w:rPr>
          <w:rFonts w:ascii="Corbel" w:hAnsi="Corbel"/>
          <w:b/>
          <w:smallCaps/>
          <w:sz w:val="24"/>
          <w:szCs w:val="24"/>
        </w:rPr>
        <w:t xml:space="preserve"> </w:t>
      </w:r>
      <w:r w:rsidR="00FD7EEE" w:rsidRPr="00FD7EEE">
        <w:rPr>
          <w:rFonts w:ascii="Corbel" w:eastAsia="Corbel" w:hAnsi="Corbel" w:cs="Corbel"/>
          <w:i/>
          <w:sz w:val="24"/>
        </w:rPr>
        <w:t>2021-2023</w:t>
      </w:r>
    </w:p>
    <w:p w14:paraId="6B2C46B5" w14:textId="48A31A97" w:rsidR="0085747A" w:rsidRPr="00FD7EE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D7EE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D7EEE" w:rsidRPr="00FD7EEE">
        <w:rPr>
          <w:rFonts w:ascii="Corbel" w:hAnsi="Corbel"/>
          <w:i/>
          <w:sz w:val="24"/>
          <w:szCs w:val="24"/>
        </w:rPr>
        <w:t xml:space="preserve">       </w:t>
      </w:r>
      <w:r w:rsidR="0085747A" w:rsidRPr="00FD7EEE">
        <w:rPr>
          <w:rFonts w:ascii="Corbel" w:hAnsi="Corbel"/>
          <w:i/>
          <w:sz w:val="20"/>
          <w:szCs w:val="20"/>
        </w:rPr>
        <w:t>(skrajne daty</w:t>
      </w:r>
      <w:r w:rsidR="0085747A" w:rsidRPr="00FD7EEE">
        <w:rPr>
          <w:rFonts w:ascii="Corbel" w:hAnsi="Corbel"/>
          <w:sz w:val="20"/>
          <w:szCs w:val="20"/>
        </w:rPr>
        <w:t>)</w:t>
      </w:r>
    </w:p>
    <w:p w14:paraId="1CA18F3C" w14:textId="7601A684" w:rsidR="00445970" w:rsidRPr="00FD7EE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D7EEE">
        <w:rPr>
          <w:rFonts w:ascii="Corbel" w:hAnsi="Corbel"/>
          <w:sz w:val="20"/>
          <w:szCs w:val="20"/>
        </w:rPr>
        <w:tab/>
      </w:r>
      <w:r w:rsidRPr="00FD7EEE">
        <w:rPr>
          <w:rFonts w:ascii="Corbel" w:hAnsi="Corbel"/>
          <w:sz w:val="20"/>
          <w:szCs w:val="20"/>
        </w:rPr>
        <w:tab/>
      </w:r>
      <w:r w:rsidRPr="00FD7EEE">
        <w:rPr>
          <w:rFonts w:ascii="Corbel" w:hAnsi="Corbel"/>
          <w:sz w:val="20"/>
          <w:szCs w:val="20"/>
        </w:rPr>
        <w:tab/>
      </w:r>
      <w:r w:rsidRPr="00FD7EEE">
        <w:rPr>
          <w:rFonts w:ascii="Corbel" w:hAnsi="Corbel"/>
          <w:sz w:val="20"/>
          <w:szCs w:val="20"/>
        </w:rPr>
        <w:tab/>
      </w:r>
      <w:r w:rsidR="0015166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FD7EEE">
        <w:rPr>
          <w:rFonts w:ascii="Corbel" w:hAnsi="Corbel"/>
          <w:sz w:val="20"/>
          <w:szCs w:val="20"/>
        </w:rPr>
        <w:t xml:space="preserve">Rok akademicki </w:t>
      </w:r>
      <w:r w:rsidR="00FD7EEE" w:rsidRPr="00FD7EEE">
        <w:rPr>
          <w:rFonts w:ascii="Corbel" w:eastAsia="Corbel" w:hAnsi="Corbel" w:cs="Corbel"/>
          <w:sz w:val="24"/>
        </w:rPr>
        <w:t>2022/2023</w:t>
      </w:r>
    </w:p>
    <w:p w14:paraId="7D009F79" w14:textId="77777777" w:rsidR="0085747A" w:rsidRPr="00FD7E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2EB62" w14:textId="77777777" w:rsidR="0085747A" w:rsidRPr="00FD7EE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7EEE">
        <w:rPr>
          <w:rFonts w:ascii="Corbel" w:hAnsi="Corbel"/>
          <w:szCs w:val="24"/>
        </w:rPr>
        <w:t xml:space="preserve">1. </w:t>
      </w:r>
      <w:r w:rsidR="0085747A" w:rsidRPr="00FD7EEE">
        <w:rPr>
          <w:rFonts w:ascii="Corbel" w:hAnsi="Corbel"/>
          <w:szCs w:val="24"/>
        </w:rPr>
        <w:t xml:space="preserve">Podstawowe </w:t>
      </w:r>
      <w:r w:rsidR="00445970" w:rsidRPr="00FD7EE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7EEE" w14:paraId="60099203" w14:textId="77777777" w:rsidTr="00B819C8">
        <w:tc>
          <w:tcPr>
            <w:tcW w:w="2694" w:type="dxa"/>
            <w:vAlign w:val="center"/>
          </w:tcPr>
          <w:p w14:paraId="513CBCFB" w14:textId="77777777" w:rsidR="0085747A" w:rsidRPr="00FD7E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2AD3BC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Prawa człowieka i etyka w administracji publicznej</w:t>
            </w:r>
          </w:p>
        </w:tc>
      </w:tr>
      <w:tr w:rsidR="0085747A" w:rsidRPr="00FD7EEE" w14:paraId="73908BE1" w14:textId="77777777" w:rsidTr="00B819C8">
        <w:tc>
          <w:tcPr>
            <w:tcW w:w="2694" w:type="dxa"/>
            <w:vAlign w:val="center"/>
          </w:tcPr>
          <w:p w14:paraId="6A335833" w14:textId="77777777" w:rsidR="0085747A" w:rsidRPr="00FD7E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7EE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CB97EF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MK 41</w:t>
            </w:r>
          </w:p>
        </w:tc>
      </w:tr>
      <w:tr w:rsidR="0085747A" w:rsidRPr="00FD7EEE" w14:paraId="354B889F" w14:textId="77777777" w:rsidTr="00B819C8">
        <w:tc>
          <w:tcPr>
            <w:tcW w:w="2694" w:type="dxa"/>
            <w:vAlign w:val="center"/>
          </w:tcPr>
          <w:p w14:paraId="0B5331B3" w14:textId="77777777" w:rsidR="0085747A" w:rsidRPr="00FD7EE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D7E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A6565A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7EEE" w14:paraId="39375A09" w14:textId="77777777" w:rsidTr="00B819C8">
        <w:tc>
          <w:tcPr>
            <w:tcW w:w="2694" w:type="dxa"/>
            <w:vAlign w:val="center"/>
          </w:tcPr>
          <w:p w14:paraId="2DC51201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508CD2" w14:textId="6B45A74D" w:rsidR="0085747A" w:rsidRPr="00FD7EEE" w:rsidRDefault="00B66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Polityce </w:t>
            </w:r>
          </w:p>
        </w:tc>
      </w:tr>
      <w:tr w:rsidR="0085747A" w:rsidRPr="00FD7EEE" w14:paraId="1C73EAF5" w14:textId="77777777" w:rsidTr="00B819C8">
        <w:tc>
          <w:tcPr>
            <w:tcW w:w="2694" w:type="dxa"/>
            <w:vAlign w:val="center"/>
          </w:tcPr>
          <w:p w14:paraId="1B85EDF4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066594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FD7EEE" w14:paraId="4F02E0C7" w14:textId="77777777" w:rsidTr="00B819C8">
        <w:tc>
          <w:tcPr>
            <w:tcW w:w="2694" w:type="dxa"/>
            <w:vAlign w:val="center"/>
          </w:tcPr>
          <w:p w14:paraId="26098D26" w14:textId="77777777" w:rsidR="0085747A" w:rsidRPr="00FD7E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78C3F8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FD7EEE" w14:paraId="4483AA15" w14:textId="77777777" w:rsidTr="00B819C8">
        <w:tc>
          <w:tcPr>
            <w:tcW w:w="2694" w:type="dxa"/>
            <w:vAlign w:val="center"/>
          </w:tcPr>
          <w:p w14:paraId="3C760A69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2900" w14:textId="77777777" w:rsidR="0085747A" w:rsidRPr="00FD7EEE" w:rsidRDefault="00553E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7EEE" w14:paraId="677A25A2" w14:textId="77777777" w:rsidTr="00B819C8">
        <w:tc>
          <w:tcPr>
            <w:tcW w:w="2694" w:type="dxa"/>
            <w:vAlign w:val="center"/>
          </w:tcPr>
          <w:p w14:paraId="0A20D39B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628AF8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7EEE" w14:paraId="33FE7075" w14:textId="77777777" w:rsidTr="00B819C8">
        <w:tc>
          <w:tcPr>
            <w:tcW w:w="2694" w:type="dxa"/>
            <w:vAlign w:val="center"/>
          </w:tcPr>
          <w:p w14:paraId="54029403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7EEE">
              <w:rPr>
                <w:rFonts w:ascii="Corbel" w:hAnsi="Corbel"/>
                <w:sz w:val="24"/>
                <w:szCs w:val="24"/>
              </w:rPr>
              <w:t>/y</w:t>
            </w:r>
            <w:r w:rsidRPr="00FD7EE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F520F8" w14:textId="671A68BC" w:rsidR="0085747A" w:rsidRPr="00FD7EEE" w:rsidRDefault="00764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40919" w:rsidRPr="00FD7EE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C0645" w:rsidRPr="00FD7EEE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="00A40919" w:rsidRPr="00FD7EEE">
              <w:rPr>
                <w:rFonts w:ascii="Corbel" w:hAnsi="Corbel"/>
                <w:b w:val="0"/>
                <w:sz w:val="24"/>
                <w:szCs w:val="24"/>
              </w:rPr>
              <w:t>sem.IV</w:t>
            </w:r>
            <w:proofErr w:type="spellEnd"/>
          </w:p>
        </w:tc>
      </w:tr>
      <w:tr w:rsidR="0085747A" w:rsidRPr="00FD7EEE" w14:paraId="45DD6444" w14:textId="77777777" w:rsidTr="00B819C8">
        <w:tc>
          <w:tcPr>
            <w:tcW w:w="2694" w:type="dxa"/>
            <w:vAlign w:val="center"/>
          </w:tcPr>
          <w:p w14:paraId="432D1258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25A2A5" w14:textId="77777777" w:rsidR="0085747A" w:rsidRPr="00FD7EEE" w:rsidRDefault="000E7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FD7EEE" w14:paraId="6A40D6C1" w14:textId="77777777" w:rsidTr="00B819C8">
        <w:tc>
          <w:tcPr>
            <w:tcW w:w="2694" w:type="dxa"/>
            <w:vAlign w:val="center"/>
          </w:tcPr>
          <w:p w14:paraId="595C53C0" w14:textId="77777777" w:rsidR="00923D7D" w:rsidRPr="00FD7E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05DECA" w14:textId="77777777" w:rsidR="00923D7D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D7EEE" w14:paraId="4141ED29" w14:textId="77777777" w:rsidTr="00B819C8">
        <w:tc>
          <w:tcPr>
            <w:tcW w:w="2694" w:type="dxa"/>
            <w:vAlign w:val="center"/>
          </w:tcPr>
          <w:p w14:paraId="547B8F1E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460C" w14:textId="77777777" w:rsidR="0085747A" w:rsidRPr="00FD7EE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FD7EEE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</w:p>
        </w:tc>
      </w:tr>
      <w:tr w:rsidR="0085747A" w:rsidRPr="00FD7EEE" w14:paraId="0FF93EF5" w14:textId="77777777" w:rsidTr="00B819C8">
        <w:tc>
          <w:tcPr>
            <w:tcW w:w="2694" w:type="dxa"/>
            <w:vAlign w:val="center"/>
          </w:tcPr>
          <w:p w14:paraId="19341D95" w14:textId="77777777" w:rsidR="0085747A" w:rsidRPr="00FD7E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5F8EE1" w14:textId="764946DA" w:rsidR="0085747A" w:rsidRPr="00FD7EEE" w:rsidRDefault="008D12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14:paraId="67F10229" w14:textId="77777777" w:rsidR="0085747A" w:rsidRPr="00FD7E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7EEE">
        <w:rPr>
          <w:rFonts w:ascii="Corbel" w:hAnsi="Corbel"/>
          <w:sz w:val="24"/>
          <w:szCs w:val="24"/>
        </w:rPr>
        <w:t xml:space="preserve">* </w:t>
      </w:r>
      <w:r w:rsidRPr="00FD7EEE">
        <w:rPr>
          <w:rFonts w:ascii="Corbel" w:hAnsi="Corbel"/>
          <w:i/>
          <w:sz w:val="24"/>
          <w:szCs w:val="24"/>
        </w:rPr>
        <w:t>-</w:t>
      </w:r>
      <w:r w:rsidR="00B90885" w:rsidRPr="00FD7EE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7EEE">
        <w:rPr>
          <w:rFonts w:ascii="Corbel" w:hAnsi="Corbel"/>
          <w:b w:val="0"/>
          <w:sz w:val="24"/>
          <w:szCs w:val="24"/>
        </w:rPr>
        <w:t>e,</w:t>
      </w:r>
      <w:r w:rsidRPr="00FD7EEE">
        <w:rPr>
          <w:rFonts w:ascii="Corbel" w:hAnsi="Corbel"/>
          <w:i/>
          <w:sz w:val="24"/>
          <w:szCs w:val="24"/>
        </w:rPr>
        <w:t xml:space="preserve"> </w:t>
      </w:r>
      <w:r w:rsidRPr="00FD7EE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7EEE">
        <w:rPr>
          <w:rFonts w:ascii="Corbel" w:hAnsi="Corbel"/>
          <w:b w:val="0"/>
          <w:i/>
          <w:sz w:val="24"/>
          <w:szCs w:val="24"/>
        </w:rPr>
        <w:t>w Jednostce</w:t>
      </w:r>
    </w:p>
    <w:p w14:paraId="23ECD1D6" w14:textId="77777777" w:rsidR="00923D7D" w:rsidRPr="00FD7E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3ACAA5" w14:textId="77777777" w:rsidR="0085747A" w:rsidRPr="00FD7EE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7EEE">
        <w:rPr>
          <w:rFonts w:ascii="Corbel" w:hAnsi="Corbel"/>
          <w:sz w:val="24"/>
          <w:szCs w:val="24"/>
        </w:rPr>
        <w:t>1.</w:t>
      </w:r>
      <w:r w:rsidR="00E22FBC" w:rsidRPr="00FD7EEE">
        <w:rPr>
          <w:rFonts w:ascii="Corbel" w:hAnsi="Corbel"/>
          <w:sz w:val="24"/>
          <w:szCs w:val="24"/>
        </w:rPr>
        <w:t>1</w:t>
      </w:r>
      <w:r w:rsidRPr="00FD7EE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7CF5DC" w14:textId="77777777" w:rsidR="00923D7D" w:rsidRPr="00FD7E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7EEE" w14:paraId="421F9872" w14:textId="77777777" w:rsidTr="00A409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B32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Semestr</w:t>
            </w:r>
          </w:p>
          <w:p w14:paraId="74E498CB" w14:textId="77777777" w:rsidR="00015B8F" w:rsidRPr="00FD7E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(</w:t>
            </w:r>
            <w:r w:rsidR="00363F78" w:rsidRPr="00FD7E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98B7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7EEE">
              <w:rPr>
                <w:rFonts w:ascii="Corbel" w:hAnsi="Corbel"/>
                <w:szCs w:val="24"/>
              </w:rPr>
              <w:t>Wykł</w:t>
            </w:r>
            <w:proofErr w:type="spellEnd"/>
            <w:r w:rsidRPr="00FD7E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466C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81F1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7EEE">
              <w:rPr>
                <w:rFonts w:ascii="Corbel" w:hAnsi="Corbel"/>
                <w:szCs w:val="24"/>
              </w:rPr>
              <w:t>Konw</w:t>
            </w:r>
            <w:proofErr w:type="spellEnd"/>
            <w:r w:rsidRPr="00FD7E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BE4A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D827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7EEE">
              <w:rPr>
                <w:rFonts w:ascii="Corbel" w:hAnsi="Corbel"/>
                <w:szCs w:val="24"/>
              </w:rPr>
              <w:t>Sem</w:t>
            </w:r>
            <w:proofErr w:type="spellEnd"/>
            <w:r w:rsidRPr="00FD7E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1DA5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15BD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7EEE">
              <w:rPr>
                <w:rFonts w:ascii="Corbel" w:hAnsi="Corbel"/>
                <w:szCs w:val="24"/>
              </w:rPr>
              <w:t>Prakt</w:t>
            </w:r>
            <w:proofErr w:type="spellEnd"/>
            <w:r w:rsidRPr="00FD7E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C27D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7E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EC2F" w14:textId="77777777" w:rsidR="00015B8F" w:rsidRPr="00FD7E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7EEE">
              <w:rPr>
                <w:rFonts w:ascii="Corbel" w:hAnsi="Corbel"/>
                <w:b/>
                <w:szCs w:val="24"/>
              </w:rPr>
              <w:t>Liczba pkt</w:t>
            </w:r>
            <w:r w:rsidR="00B90885" w:rsidRPr="00FD7EEE">
              <w:rPr>
                <w:rFonts w:ascii="Corbel" w:hAnsi="Corbel"/>
                <w:b/>
                <w:szCs w:val="24"/>
              </w:rPr>
              <w:t>.</w:t>
            </w:r>
            <w:r w:rsidRPr="00FD7E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7EEE" w14:paraId="4C667189" w14:textId="77777777" w:rsidTr="00A409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314B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E8F5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C941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C30A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3D5D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CD77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F5F2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02BB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9428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7C4E" w14:textId="77777777" w:rsidR="00015B8F" w:rsidRPr="00FD7EE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CC7BC8" w14:textId="77777777" w:rsidR="00923D7D" w:rsidRPr="00FD7EE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B58BE9" w14:textId="40348EA2" w:rsidR="0085747A" w:rsidRPr="00FD7E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>1.</w:t>
      </w:r>
      <w:r w:rsidR="00E22FBC" w:rsidRPr="00FD7EEE">
        <w:rPr>
          <w:rFonts w:ascii="Corbel" w:hAnsi="Corbel"/>
          <w:smallCaps w:val="0"/>
          <w:szCs w:val="24"/>
        </w:rPr>
        <w:t>2</w:t>
      </w:r>
      <w:r w:rsidR="00F83B28" w:rsidRPr="00FD7EEE">
        <w:rPr>
          <w:rFonts w:ascii="Corbel" w:hAnsi="Corbel"/>
          <w:smallCaps w:val="0"/>
          <w:szCs w:val="24"/>
        </w:rPr>
        <w:t>.</w:t>
      </w:r>
      <w:r w:rsidR="00F83B28" w:rsidRPr="00FD7EEE">
        <w:rPr>
          <w:rFonts w:ascii="Corbel" w:hAnsi="Corbel"/>
          <w:smallCaps w:val="0"/>
          <w:szCs w:val="24"/>
        </w:rPr>
        <w:tab/>
      </w:r>
      <w:r w:rsidRPr="00FD7EEE">
        <w:rPr>
          <w:rFonts w:ascii="Corbel" w:hAnsi="Corbel"/>
          <w:smallCaps w:val="0"/>
          <w:szCs w:val="24"/>
        </w:rPr>
        <w:t xml:space="preserve">Sposób realizacji zajęć  </w:t>
      </w:r>
    </w:p>
    <w:p w14:paraId="3B50C60D" w14:textId="77777777" w:rsidR="00FD7EEE" w:rsidRPr="00FD7EEE" w:rsidRDefault="00FD7EE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C544D6" w14:textId="2470A6B1" w:rsidR="0085747A" w:rsidRPr="00FD7EEE" w:rsidRDefault="0080177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7EEE">
        <w:rPr>
          <w:rFonts w:ascii="Cambria Math" w:hAnsi="Cambria Math" w:cs="Cambria Math"/>
          <w:b w:val="0"/>
          <w:smallCaps w:val="0"/>
          <w:szCs w:val="24"/>
        </w:rPr>
        <w:t>⊠</w:t>
      </w:r>
      <w:r w:rsidR="00FD7EEE" w:rsidRPr="00FD7EEE">
        <w:rPr>
          <w:rFonts w:ascii="Corbel" w:hAnsi="Corbel" w:cs="Cambria Math"/>
          <w:b w:val="0"/>
          <w:smallCaps w:val="0"/>
          <w:szCs w:val="24"/>
        </w:rPr>
        <w:t xml:space="preserve"> </w:t>
      </w:r>
      <w:r w:rsidR="0085747A" w:rsidRPr="00FD7EE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BEE7B65" w14:textId="77777777" w:rsidR="0085747A" w:rsidRPr="00FD7E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7EEE">
        <w:rPr>
          <w:rFonts w:ascii="Segoe UI Symbol" w:eastAsia="MS Gothic" w:hAnsi="Segoe UI Symbol" w:cs="Segoe UI Symbol"/>
          <w:b w:val="0"/>
          <w:szCs w:val="24"/>
        </w:rPr>
        <w:t>☐</w:t>
      </w:r>
      <w:r w:rsidRPr="00FD7E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08744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5210AC" w14:textId="77777777" w:rsidR="00E22FBC" w:rsidRPr="00FD7E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 xml:space="preserve">1.3 </w:t>
      </w:r>
      <w:r w:rsidR="00F83B28" w:rsidRPr="00FD7EEE">
        <w:rPr>
          <w:rFonts w:ascii="Corbel" w:hAnsi="Corbel"/>
          <w:smallCaps w:val="0"/>
          <w:szCs w:val="24"/>
        </w:rPr>
        <w:tab/>
      </w:r>
      <w:r w:rsidRPr="00FD7EEE">
        <w:rPr>
          <w:rFonts w:ascii="Corbel" w:hAnsi="Corbel"/>
          <w:smallCaps w:val="0"/>
          <w:szCs w:val="24"/>
        </w:rPr>
        <w:t>For</w:t>
      </w:r>
      <w:r w:rsidR="00445970" w:rsidRPr="00FD7EEE">
        <w:rPr>
          <w:rFonts w:ascii="Corbel" w:hAnsi="Corbel"/>
          <w:smallCaps w:val="0"/>
          <w:szCs w:val="24"/>
        </w:rPr>
        <w:t xml:space="preserve">ma zaliczenia przedmiotu </w:t>
      </w:r>
      <w:r w:rsidRPr="00FD7EEE">
        <w:rPr>
          <w:rFonts w:ascii="Corbel" w:hAnsi="Corbel"/>
          <w:smallCaps w:val="0"/>
          <w:szCs w:val="24"/>
        </w:rPr>
        <w:t xml:space="preserve"> (z toku) </w:t>
      </w:r>
      <w:r w:rsidRPr="00FD7EEE">
        <w:rPr>
          <w:rFonts w:ascii="Corbel" w:hAnsi="Corbel"/>
          <w:b w:val="0"/>
          <w:smallCaps w:val="0"/>
          <w:szCs w:val="24"/>
        </w:rPr>
        <w:t>zaliczenie z oceną</w:t>
      </w:r>
    </w:p>
    <w:p w14:paraId="19566F94" w14:textId="77777777" w:rsidR="009C54AE" w:rsidRPr="00FD7EE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CE223" w14:textId="24CABB76" w:rsidR="00E960BB" w:rsidRPr="00FD7E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7EEE">
        <w:rPr>
          <w:rFonts w:ascii="Corbel" w:hAnsi="Corbel"/>
          <w:szCs w:val="24"/>
        </w:rPr>
        <w:t xml:space="preserve">2.Wymagania wstępne </w:t>
      </w:r>
    </w:p>
    <w:p w14:paraId="10867670" w14:textId="77777777" w:rsidR="00FD7EEE" w:rsidRPr="00FD7EEE" w:rsidRDefault="00FD7E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EEE" w14:paraId="644A48C7" w14:textId="77777777" w:rsidTr="00745302">
        <w:tc>
          <w:tcPr>
            <w:tcW w:w="9670" w:type="dxa"/>
          </w:tcPr>
          <w:p w14:paraId="50AEFDC5" w14:textId="117A4EA1" w:rsidR="0085747A" w:rsidRPr="00FD7EEE" w:rsidRDefault="008017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regulacji determinujących przestrzeganie praw człowieka oraz elementarna wiedza na temat struktury administracji publicznej.</w:t>
            </w:r>
          </w:p>
        </w:tc>
      </w:tr>
    </w:tbl>
    <w:p w14:paraId="10D6EECF" w14:textId="77777777" w:rsidR="00153C41" w:rsidRPr="00FD7EE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43FFC" w14:textId="1C2722D9" w:rsidR="0085747A" w:rsidRPr="00FD7EEE" w:rsidRDefault="00FD7EE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7EEE">
        <w:rPr>
          <w:rFonts w:ascii="Corbel" w:hAnsi="Corbel"/>
          <w:szCs w:val="24"/>
        </w:rPr>
        <w:br w:type="column"/>
      </w:r>
      <w:r w:rsidR="0071620A" w:rsidRPr="00FD7EEE">
        <w:rPr>
          <w:rFonts w:ascii="Corbel" w:hAnsi="Corbel"/>
          <w:szCs w:val="24"/>
        </w:rPr>
        <w:lastRenderedPageBreak/>
        <w:t>3.</w:t>
      </w:r>
      <w:r w:rsidR="0085747A" w:rsidRPr="00FD7EEE">
        <w:rPr>
          <w:rFonts w:ascii="Corbel" w:hAnsi="Corbel"/>
          <w:szCs w:val="24"/>
        </w:rPr>
        <w:t xml:space="preserve"> </w:t>
      </w:r>
      <w:r w:rsidR="00A84C85" w:rsidRPr="00FD7EEE">
        <w:rPr>
          <w:rFonts w:ascii="Corbel" w:hAnsi="Corbel"/>
          <w:szCs w:val="24"/>
        </w:rPr>
        <w:t>cele, efekty uczenia się</w:t>
      </w:r>
      <w:r w:rsidR="0085747A" w:rsidRPr="00FD7EEE">
        <w:rPr>
          <w:rFonts w:ascii="Corbel" w:hAnsi="Corbel"/>
          <w:szCs w:val="24"/>
        </w:rPr>
        <w:t xml:space="preserve"> , treści Programowe i stosowane metody Dydaktyczne</w:t>
      </w:r>
    </w:p>
    <w:p w14:paraId="726776A4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3F7874" w14:textId="56D5FB4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7EEE">
        <w:rPr>
          <w:rFonts w:ascii="Corbel" w:hAnsi="Corbel"/>
          <w:sz w:val="24"/>
          <w:szCs w:val="24"/>
        </w:rPr>
        <w:t xml:space="preserve">3.1 </w:t>
      </w:r>
      <w:r w:rsidR="00C05F44" w:rsidRPr="00FD7EEE">
        <w:rPr>
          <w:rFonts w:ascii="Corbel" w:hAnsi="Corbel"/>
          <w:sz w:val="24"/>
          <w:szCs w:val="24"/>
        </w:rPr>
        <w:t>Cele przedmiotu</w:t>
      </w:r>
    </w:p>
    <w:p w14:paraId="6A15D936" w14:textId="77777777" w:rsidR="00F31F2C" w:rsidRPr="00FD7EEE" w:rsidRDefault="00F31F2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D12F5" w:rsidRPr="00FD7EEE" w14:paraId="54D9BDA6" w14:textId="77777777" w:rsidTr="00794FCB">
        <w:tc>
          <w:tcPr>
            <w:tcW w:w="851" w:type="dxa"/>
            <w:vAlign w:val="center"/>
          </w:tcPr>
          <w:p w14:paraId="0F300A07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FD6A09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praw człowieka i ich szczególną rolą w funkcjonowaniu administracji publicznej</w:t>
            </w:r>
          </w:p>
        </w:tc>
      </w:tr>
      <w:tr w:rsidR="008D12F5" w:rsidRPr="00FD7EEE" w14:paraId="21FB5C44" w14:textId="77777777" w:rsidTr="00794FCB">
        <w:tc>
          <w:tcPr>
            <w:tcW w:w="851" w:type="dxa"/>
            <w:vAlign w:val="center"/>
          </w:tcPr>
          <w:p w14:paraId="404D761A" w14:textId="77777777" w:rsidR="008D12F5" w:rsidRPr="00FD7EEE" w:rsidRDefault="008D12F5" w:rsidP="00794F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B89364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dotyczącymi etyki, moralności i filozofii</w:t>
            </w:r>
          </w:p>
        </w:tc>
      </w:tr>
      <w:tr w:rsidR="008D12F5" w:rsidRPr="00FD7EEE" w14:paraId="6B92DD5E" w14:textId="77777777" w:rsidTr="00794FCB">
        <w:tc>
          <w:tcPr>
            <w:tcW w:w="851" w:type="dxa"/>
            <w:vAlign w:val="center"/>
          </w:tcPr>
          <w:p w14:paraId="430F56C6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E80BB01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etyki urzędniczej z szczególnym uwzględnieniem ustaw</w:t>
            </w:r>
          </w:p>
        </w:tc>
      </w:tr>
      <w:tr w:rsidR="008D12F5" w:rsidRPr="00FD7EEE" w14:paraId="41D5F76F" w14:textId="77777777" w:rsidTr="00794FCB">
        <w:tc>
          <w:tcPr>
            <w:tcW w:w="851" w:type="dxa"/>
            <w:vAlign w:val="center"/>
          </w:tcPr>
          <w:p w14:paraId="7C434E57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D214EBA" w14:textId="77777777" w:rsidR="008D12F5" w:rsidRPr="00FD7EEE" w:rsidRDefault="008D12F5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7EEE">
              <w:rPr>
                <w:rFonts w:ascii="Corbel" w:hAnsi="Corbel"/>
                <w:b w:val="0"/>
                <w:sz w:val="24"/>
                <w:szCs w:val="24"/>
              </w:rPr>
              <w:t>Zapoznanie studentów z zagrożeniami, które naruszają etykę oraz prawa człowieka w administracji publicznej</w:t>
            </w:r>
          </w:p>
        </w:tc>
      </w:tr>
    </w:tbl>
    <w:p w14:paraId="71BFCF4A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8035ED" w14:textId="77777777" w:rsidR="001D7B54" w:rsidRPr="00FD7E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7EEE">
        <w:rPr>
          <w:rFonts w:ascii="Corbel" w:hAnsi="Corbel"/>
          <w:b/>
          <w:sz w:val="24"/>
          <w:szCs w:val="24"/>
        </w:rPr>
        <w:t xml:space="preserve">3.2 </w:t>
      </w:r>
      <w:r w:rsidR="001D7B54" w:rsidRPr="00FD7EEE">
        <w:rPr>
          <w:rFonts w:ascii="Corbel" w:hAnsi="Corbel"/>
          <w:b/>
          <w:sz w:val="24"/>
          <w:szCs w:val="24"/>
        </w:rPr>
        <w:t xml:space="preserve">Efekty </w:t>
      </w:r>
      <w:r w:rsidR="00C05F44" w:rsidRPr="00FD7EE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7EEE">
        <w:rPr>
          <w:rFonts w:ascii="Corbel" w:hAnsi="Corbel"/>
          <w:b/>
          <w:sz w:val="24"/>
          <w:szCs w:val="24"/>
        </w:rPr>
        <w:t>dla przedmiotu</w:t>
      </w:r>
      <w:r w:rsidR="00445970" w:rsidRPr="00FD7EEE">
        <w:rPr>
          <w:rFonts w:ascii="Corbel" w:hAnsi="Corbel"/>
          <w:sz w:val="24"/>
          <w:szCs w:val="24"/>
        </w:rPr>
        <w:t xml:space="preserve"> </w:t>
      </w:r>
    </w:p>
    <w:p w14:paraId="5FA1C29A" w14:textId="77777777" w:rsidR="001D7B54" w:rsidRPr="00FD7E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D7EEE" w14:paraId="634A1447" w14:textId="77777777" w:rsidTr="0071620A">
        <w:tc>
          <w:tcPr>
            <w:tcW w:w="1701" w:type="dxa"/>
            <w:vAlign w:val="center"/>
          </w:tcPr>
          <w:p w14:paraId="5BB3714D" w14:textId="77777777" w:rsidR="0085747A" w:rsidRPr="00FD7E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7E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7E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0E6B45" w14:textId="77777777" w:rsidR="0085747A" w:rsidRPr="00FD7E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35F6CE" w14:textId="77777777" w:rsidR="0085747A" w:rsidRPr="00FD7E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7E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5C6E" w:rsidRPr="00FD7EEE" w14:paraId="0EF58122" w14:textId="77777777" w:rsidTr="005E6E85">
        <w:tc>
          <w:tcPr>
            <w:tcW w:w="1701" w:type="dxa"/>
          </w:tcPr>
          <w:p w14:paraId="2BF8C0A9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7EE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03D735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Rozumie istotę przestrzegania praw człowieka w administracji publicznej.</w:t>
            </w:r>
          </w:p>
        </w:tc>
        <w:tc>
          <w:tcPr>
            <w:tcW w:w="1873" w:type="dxa"/>
          </w:tcPr>
          <w:p w14:paraId="0B63CE7E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5C6E" w:rsidRPr="00FD7EEE" w14:paraId="6693ACA0" w14:textId="77777777" w:rsidTr="005E6E85">
        <w:tc>
          <w:tcPr>
            <w:tcW w:w="1701" w:type="dxa"/>
          </w:tcPr>
          <w:p w14:paraId="7B67ADA8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7E0658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Odróżnia etykę od filozofii i moralności.</w:t>
            </w:r>
          </w:p>
        </w:tc>
        <w:tc>
          <w:tcPr>
            <w:tcW w:w="1873" w:type="dxa"/>
          </w:tcPr>
          <w:p w14:paraId="24C64D64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5C6E" w:rsidRPr="00FD7EEE" w14:paraId="6A96E8B2" w14:textId="77777777" w:rsidTr="005E6E85">
        <w:tc>
          <w:tcPr>
            <w:tcW w:w="1701" w:type="dxa"/>
          </w:tcPr>
          <w:p w14:paraId="4A5251E9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31D450A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Analizuje wyzwania stojące przed administracją publiczną i jest świadom jej znaczenia dla poszanowania praw człowieka.</w:t>
            </w:r>
          </w:p>
        </w:tc>
        <w:tc>
          <w:tcPr>
            <w:tcW w:w="1873" w:type="dxa"/>
          </w:tcPr>
          <w:p w14:paraId="24EE71F7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85C6E" w:rsidRPr="00FD7EEE" w14:paraId="4E95CD82" w14:textId="77777777" w:rsidTr="005E6E85">
        <w:tc>
          <w:tcPr>
            <w:tcW w:w="1701" w:type="dxa"/>
          </w:tcPr>
          <w:p w14:paraId="3A69D7F2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8E2C3E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Wyróżnia podstawowe zasady dotyczące etyki urzędniczej, które wywodzą się z ustaw oraz zasad nienormatywnych.</w:t>
            </w:r>
          </w:p>
        </w:tc>
        <w:tc>
          <w:tcPr>
            <w:tcW w:w="1873" w:type="dxa"/>
          </w:tcPr>
          <w:p w14:paraId="2E440B62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037585AC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85C6E" w:rsidRPr="00FD7EEE" w14:paraId="61A47BA1" w14:textId="77777777" w:rsidTr="005E6E85">
        <w:tc>
          <w:tcPr>
            <w:tcW w:w="1701" w:type="dxa"/>
          </w:tcPr>
          <w:p w14:paraId="63F9CCA4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2C964F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Rozumie i rozróżnia podstawowe zagrożenia, które naruszają przestrzeganie etyki i praw człowieka w administracji publicznej.</w:t>
            </w:r>
          </w:p>
        </w:tc>
        <w:tc>
          <w:tcPr>
            <w:tcW w:w="1873" w:type="dxa"/>
          </w:tcPr>
          <w:p w14:paraId="268F094D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8649614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25DE7112" w14:textId="77777777" w:rsidR="00985C6E" w:rsidRPr="00FD7EE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27C340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7A6071" w14:textId="77777777" w:rsidR="0085747A" w:rsidRPr="00FD7E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7EEE">
        <w:rPr>
          <w:rFonts w:ascii="Corbel" w:hAnsi="Corbel"/>
          <w:b/>
          <w:sz w:val="24"/>
          <w:szCs w:val="24"/>
        </w:rPr>
        <w:t>3.3</w:t>
      </w:r>
      <w:r w:rsidR="001D7B54" w:rsidRPr="00FD7EEE">
        <w:rPr>
          <w:rFonts w:ascii="Corbel" w:hAnsi="Corbel"/>
          <w:b/>
          <w:sz w:val="24"/>
          <w:szCs w:val="24"/>
        </w:rPr>
        <w:t xml:space="preserve"> </w:t>
      </w:r>
      <w:r w:rsidR="0085747A" w:rsidRPr="00FD7EEE">
        <w:rPr>
          <w:rFonts w:ascii="Corbel" w:hAnsi="Corbel"/>
          <w:b/>
          <w:sz w:val="24"/>
          <w:szCs w:val="24"/>
        </w:rPr>
        <w:t>T</w:t>
      </w:r>
      <w:r w:rsidR="001D7B54" w:rsidRPr="00FD7EE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7EEE">
        <w:rPr>
          <w:rFonts w:ascii="Corbel" w:hAnsi="Corbel"/>
          <w:sz w:val="24"/>
          <w:szCs w:val="24"/>
        </w:rPr>
        <w:t xml:space="preserve">  </w:t>
      </w:r>
    </w:p>
    <w:p w14:paraId="7998C022" w14:textId="77777777" w:rsidR="008D12F5" w:rsidRPr="00FD7EEE" w:rsidRDefault="008D12F5" w:rsidP="008D12F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7EE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9D9066" w14:textId="77777777" w:rsidR="00675843" w:rsidRPr="00FD7EE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EEE" w14:paraId="0DBBD567" w14:textId="77777777" w:rsidTr="00923D7D">
        <w:tc>
          <w:tcPr>
            <w:tcW w:w="9639" w:type="dxa"/>
          </w:tcPr>
          <w:p w14:paraId="3DB96DF3" w14:textId="77777777" w:rsidR="0085747A" w:rsidRPr="00FD7E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5C6E" w:rsidRPr="00FD7EEE" w14:paraId="01A1B4B2" w14:textId="77777777" w:rsidTr="00923D7D">
        <w:tc>
          <w:tcPr>
            <w:tcW w:w="9639" w:type="dxa"/>
          </w:tcPr>
          <w:p w14:paraId="79F686E3" w14:textId="77777777" w:rsidR="00985C6E" w:rsidRPr="00FD7EE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Prawa człowieka w administracji publicznej</w:t>
            </w:r>
            <w:r w:rsidR="007255F4" w:rsidRPr="00FD7E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FD7EEE" w14:paraId="44B9FEED" w14:textId="77777777" w:rsidTr="00923D7D">
        <w:tc>
          <w:tcPr>
            <w:tcW w:w="9639" w:type="dxa"/>
          </w:tcPr>
          <w:p w14:paraId="339DB874" w14:textId="77777777" w:rsidR="00985C6E" w:rsidRPr="00FD7EE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Moralność jako przedmiot badań etyki</w:t>
            </w:r>
            <w:r w:rsidR="007255F4" w:rsidRPr="00FD7E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FD7EEE" w14:paraId="72628CDB" w14:textId="77777777" w:rsidTr="00923D7D">
        <w:tc>
          <w:tcPr>
            <w:tcW w:w="9639" w:type="dxa"/>
          </w:tcPr>
          <w:p w14:paraId="2E75A5B3" w14:textId="77777777" w:rsidR="00985C6E" w:rsidRPr="00FD7EE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Przepisy prawa regulujące etyczne postępowanie wśród pracowników administracji publicznej</w:t>
            </w:r>
            <w:r w:rsidR="007255F4" w:rsidRPr="00FD7E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FD7EEE" w14:paraId="4A018113" w14:textId="77777777" w:rsidTr="00923D7D">
        <w:tc>
          <w:tcPr>
            <w:tcW w:w="9639" w:type="dxa"/>
          </w:tcPr>
          <w:p w14:paraId="49C29CAD" w14:textId="77777777" w:rsidR="00985C6E" w:rsidRPr="00FD7EE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Zasady nienormatywne będące podstawą etyki w administracji</w:t>
            </w:r>
            <w:r w:rsidR="007255F4" w:rsidRPr="00FD7E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FD7EEE" w14:paraId="38C2F412" w14:textId="77777777" w:rsidTr="00923D7D">
        <w:tc>
          <w:tcPr>
            <w:tcW w:w="9639" w:type="dxa"/>
          </w:tcPr>
          <w:p w14:paraId="36C182C8" w14:textId="77777777" w:rsidR="00985C6E" w:rsidRPr="00FD7EE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 xml:space="preserve">Zagrożenia dla etyki i praw człowieka w administracji publicznej (korupcja, dyskryminacja, </w:t>
            </w:r>
            <w:proofErr w:type="spellStart"/>
            <w:r w:rsidRPr="00FD7EEE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FD7EEE">
              <w:rPr>
                <w:rFonts w:ascii="Corbel" w:hAnsi="Corbel"/>
                <w:sz w:val="24"/>
                <w:szCs w:val="24"/>
              </w:rPr>
              <w:t>)</w:t>
            </w:r>
            <w:r w:rsidR="007255F4" w:rsidRPr="00FD7E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1A1FF8" w14:textId="77777777" w:rsidR="0085747A" w:rsidRPr="00FD7E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8B262A" w14:textId="6CFD4229" w:rsidR="0085747A" w:rsidRPr="00FD7EEE" w:rsidRDefault="00FD7EEE" w:rsidP="00FD7E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D7EEE">
        <w:rPr>
          <w:rFonts w:ascii="Corbel" w:hAnsi="Corbel"/>
          <w:b w:val="0"/>
          <w:szCs w:val="24"/>
        </w:rPr>
        <w:br w:type="column"/>
      </w:r>
      <w:r w:rsidR="009F4610" w:rsidRPr="00FD7EE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FD7EEE">
        <w:rPr>
          <w:rFonts w:ascii="Corbel" w:hAnsi="Corbel"/>
          <w:b w:val="0"/>
          <w:smallCaps w:val="0"/>
          <w:szCs w:val="24"/>
        </w:rPr>
        <w:t xml:space="preserve"> </w:t>
      </w:r>
    </w:p>
    <w:p w14:paraId="7D43E5E8" w14:textId="77777777" w:rsidR="007255F4" w:rsidRPr="00FD7EEE" w:rsidRDefault="007255F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6E613E5" w14:textId="31031DEE" w:rsidR="0085747A" w:rsidRPr="00FD7EEE" w:rsidRDefault="008D12F5" w:rsidP="007255F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D7EEE"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FD7EEE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FD7EE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D7EE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D7EE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D7EEE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FD7EE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FD7EE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F2C41" w:rsidRPr="00FD7EE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3961F25" w14:textId="77777777" w:rsidR="00E960BB" w:rsidRPr="00FD7E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3597F2" w14:textId="77777777" w:rsidR="0085747A" w:rsidRPr="00FD7E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 xml:space="preserve">4. </w:t>
      </w:r>
      <w:r w:rsidR="0085747A" w:rsidRPr="00FD7EEE">
        <w:rPr>
          <w:rFonts w:ascii="Corbel" w:hAnsi="Corbel"/>
          <w:smallCaps w:val="0"/>
          <w:szCs w:val="24"/>
        </w:rPr>
        <w:t>METODY I KRYTERIA OCENY</w:t>
      </w:r>
      <w:r w:rsidR="009F4610" w:rsidRPr="00FD7EEE">
        <w:rPr>
          <w:rFonts w:ascii="Corbel" w:hAnsi="Corbel"/>
          <w:smallCaps w:val="0"/>
          <w:szCs w:val="24"/>
        </w:rPr>
        <w:t xml:space="preserve"> </w:t>
      </w:r>
    </w:p>
    <w:p w14:paraId="10130006" w14:textId="77777777" w:rsidR="00923D7D" w:rsidRPr="00FD7E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F4A93E" w14:textId="77777777" w:rsidR="0085747A" w:rsidRPr="00FD7E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7EEE">
        <w:rPr>
          <w:rFonts w:ascii="Corbel" w:hAnsi="Corbel"/>
          <w:smallCaps w:val="0"/>
          <w:szCs w:val="24"/>
        </w:rPr>
        <w:t>uczenia się</w:t>
      </w:r>
    </w:p>
    <w:p w14:paraId="1C0D78CE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FD7EEE" w14:paraId="0F6E8A16" w14:textId="77777777" w:rsidTr="00C05F44">
        <w:tc>
          <w:tcPr>
            <w:tcW w:w="1985" w:type="dxa"/>
            <w:vAlign w:val="center"/>
          </w:tcPr>
          <w:p w14:paraId="4BE0430A" w14:textId="77777777" w:rsidR="0085747A" w:rsidRPr="00FD7EEE" w:rsidRDefault="0071620A" w:rsidP="00FD7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78A60E" w14:textId="77777777" w:rsidR="0085747A" w:rsidRPr="00FD7EEE" w:rsidRDefault="00F974DA" w:rsidP="00FD7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87559B" w14:textId="77777777" w:rsidR="0085747A" w:rsidRPr="00FD7EEE" w:rsidRDefault="009F4610" w:rsidP="00FD7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EBF226" w14:textId="77777777" w:rsidR="00923D7D" w:rsidRPr="00FD7EEE" w:rsidRDefault="0085747A" w:rsidP="00FD7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B589A6" w14:textId="77777777" w:rsidR="0085747A" w:rsidRPr="00FD7EEE" w:rsidRDefault="0085747A" w:rsidP="00FD7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7E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7E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D7EEE" w14:paraId="658CD2C7" w14:textId="77777777" w:rsidTr="00C05F44">
        <w:tc>
          <w:tcPr>
            <w:tcW w:w="1985" w:type="dxa"/>
          </w:tcPr>
          <w:p w14:paraId="1EB42D3C" w14:textId="77777777" w:rsidR="0085747A" w:rsidRPr="00FD7EEE" w:rsidRDefault="0085747A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7EE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7EE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13815F7" w14:textId="77777777" w:rsidR="0085747A" w:rsidRPr="00FD7EEE" w:rsidRDefault="007255F4" w:rsidP="00FD7EEE">
            <w:pPr>
              <w:spacing w:after="0"/>
              <w:rPr>
                <w:rFonts w:ascii="Corbel" w:hAnsi="Corbel"/>
              </w:rPr>
            </w:pPr>
            <w:r w:rsidRPr="00FD7EEE">
              <w:rPr>
                <w:rFonts w:ascii="Corbel" w:hAnsi="Corbel"/>
              </w:rPr>
              <w:t>Obserwacja w trakcie zajęć.</w:t>
            </w:r>
          </w:p>
        </w:tc>
        <w:tc>
          <w:tcPr>
            <w:tcW w:w="2126" w:type="dxa"/>
          </w:tcPr>
          <w:p w14:paraId="5FAF5CED" w14:textId="77777777" w:rsidR="0085747A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FD7EEE" w14:paraId="6A43F033" w14:textId="77777777" w:rsidTr="00C05F44">
        <w:tc>
          <w:tcPr>
            <w:tcW w:w="1985" w:type="dxa"/>
          </w:tcPr>
          <w:p w14:paraId="667F0A10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2B1E5A0" w14:textId="77777777" w:rsidR="007255F4" w:rsidRPr="00FD7EEE" w:rsidRDefault="007255F4" w:rsidP="00FD7EEE">
            <w:pPr>
              <w:spacing w:after="0"/>
              <w:rPr>
                <w:rFonts w:ascii="Corbel" w:hAnsi="Corbel"/>
              </w:rPr>
            </w:pPr>
            <w:r w:rsidRPr="00FD7EEE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6DC2EE7C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FD7EEE" w14:paraId="78312A25" w14:textId="77777777" w:rsidTr="00C05F44">
        <w:tc>
          <w:tcPr>
            <w:tcW w:w="1985" w:type="dxa"/>
          </w:tcPr>
          <w:p w14:paraId="4B62B6C2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50A0F56" w14:textId="77777777" w:rsidR="007255F4" w:rsidRPr="00FD7EEE" w:rsidRDefault="007255F4" w:rsidP="00FD7EEE">
            <w:pPr>
              <w:spacing w:after="0"/>
              <w:rPr>
                <w:rFonts w:ascii="Corbel" w:hAnsi="Corbel"/>
                <w:b/>
              </w:rPr>
            </w:pPr>
            <w:r w:rsidRPr="00FD7EEE">
              <w:rPr>
                <w:rFonts w:ascii="Corbel" w:hAnsi="Corbel"/>
              </w:rPr>
              <w:t>projekt, referat</w:t>
            </w:r>
          </w:p>
        </w:tc>
        <w:tc>
          <w:tcPr>
            <w:tcW w:w="2126" w:type="dxa"/>
          </w:tcPr>
          <w:p w14:paraId="0DFB2E70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FD7EEE" w14:paraId="7EF98E64" w14:textId="77777777" w:rsidTr="00C05F44">
        <w:tc>
          <w:tcPr>
            <w:tcW w:w="1985" w:type="dxa"/>
          </w:tcPr>
          <w:p w14:paraId="112AB4C5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65AFA0" w14:textId="77777777" w:rsidR="007255F4" w:rsidRPr="00FD7EEE" w:rsidRDefault="007255F4" w:rsidP="00FD7EEE">
            <w:pPr>
              <w:spacing w:after="0"/>
              <w:rPr>
                <w:rFonts w:ascii="Corbel" w:hAnsi="Corbel"/>
                <w:b/>
              </w:rPr>
            </w:pPr>
            <w:r w:rsidRPr="00FD7EEE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0E0F6099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FD7EEE" w14:paraId="5A2974C6" w14:textId="77777777" w:rsidTr="00C05F44">
        <w:tc>
          <w:tcPr>
            <w:tcW w:w="1985" w:type="dxa"/>
          </w:tcPr>
          <w:p w14:paraId="46D8971A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299530" w14:textId="77777777" w:rsidR="007255F4" w:rsidRPr="00FD7EEE" w:rsidRDefault="007255F4" w:rsidP="00FD7EEE">
            <w:pPr>
              <w:spacing w:after="0"/>
              <w:rPr>
                <w:rFonts w:ascii="Corbel" w:hAnsi="Corbel"/>
                <w:b/>
              </w:rPr>
            </w:pPr>
            <w:r w:rsidRPr="00FD7EEE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1C4D3CFD" w14:textId="77777777" w:rsidR="007255F4" w:rsidRPr="00FD7EEE" w:rsidRDefault="007255F4" w:rsidP="00FD7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E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371B8FC" w14:textId="77777777" w:rsidR="00923D7D" w:rsidRPr="00FD7E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241FC" w14:textId="77777777" w:rsidR="0085747A" w:rsidRPr="00FD7E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 xml:space="preserve">4.2 </w:t>
      </w:r>
      <w:r w:rsidR="0085747A" w:rsidRPr="00FD7EE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7EEE">
        <w:rPr>
          <w:rFonts w:ascii="Corbel" w:hAnsi="Corbel"/>
          <w:smallCaps w:val="0"/>
          <w:szCs w:val="24"/>
        </w:rPr>
        <w:t xml:space="preserve"> </w:t>
      </w:r>
    </w:p>
    <w:p w14:paraId="693A415A" w14:textId="77777777" w:rsidR="00923D7D" w:rsidRPr="00FD7E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EEE" w14:paraId="583FDA8A" w14:textId="77777777" w:rsidTr="00923D7D">
        <w:tc>
          <w:tcPr>
            <w:tcW w:w="9670" w:type="dxa"/>
          </w:tcPr>
          <w:p w14:paraId="0018F371" w14:textId="4DFAD3E9" w:rsidR="0085747A" w:rsidRPr="00FD7EEE" w:rsidRDefault="007255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Warunkiem zaliczenia przedmiotu, jest aktywne uczestnictwo w zajęciach oraz uzyskanie pozytywnej oceny z testu pisemnego</w:t>
            </w:r>
          </w:p>
        </w:tc>
      </w:tr>
    </w:tbl>
    <w:p w14:paraId="24AFCB95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21E661" w14:textId="77777777" w:rsidR="009F4610" w:rsidRPr="00FD7E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7EEE">
        <w:rPr>
          <w:rFonts w:ascii="Corbel" w:hAnsi="Corbel"/>
          <w:b/>
          <w:sz w:val="24"/>
          <w:szCs w:val="24"/>
        </w:rPr>
        <w:t xml:space="preserve">5. </w:t>
      </w:r>
      <w:r w:rsidR="00C61DC5" w:rsidRPr="00FD7E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8FC326" w14:textId="77777777" w:rsidR="0085747A" w:rsidRPr="00FD7E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7EEE" w14:paraId="2D1484B2" w14:textId="77777777" w:rsidTr="003E1941">
        <w:tc>
          <w:tcPr>
            <w:tcW w:w="4962" w:type="dxa"/>
            <w:vAlign w:val="center"/>
          </w:tcPr>
          <w:p w14:paraId="383E4D37" w14:textId="77777777" w:rsidR="0085747A" w:rsidRPr="00FD7E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7E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7E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7E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250A9A" w14:textId="77777777" w:rsidR="0085747A" w:rsidRPr="00FD7E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7E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7E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7E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7E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7EEE" w14:paraId="4E75B484" w14:textId="77777777" w:rsidTr="00923D7D">
        <w:tc>
          <w:tcPr>
            <w:tcW w:w="4962" w:type="dxa"/>
          </w:tcPr>
          <w:p w14:paraId="073376D6" w14:textId="77777777" w:rsidR="0085747A" w:rsidRPr="00FD7E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G</w:t>
            </w:r>
            <w:r w:rsidR="0085747A" w:rsidRPr="00FD7E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7E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7E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7EE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7EE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7EE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7E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629EDF" w14:textId="77777777" w:rsidR="0085747A" w:rsidRPr="00FD7EE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D7EEE" w14:paraId="156F0747" w14:textId="77777777" w:rsidTr="00923D7D">
        <w:tc>
          <w:tcPr>
            <w:tcW w:w="4962" w:type="dxa"/>
          </w:tcPr>
          <w:p w14:paraId="149B0E30" w14:textId="77777777" w:rsidR="00C61DC5" w:rsidRPr="00FD7E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7EE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BFFF0" w14:textId="77777777" w:rsidR="00C61DC5" w:rsidRPr="00FD7E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164C03" w14:textId="77777777" w:rsidR="00C61DC5" w:rsidRPr="00FD7EE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D7EEE" w14:paraId="20CCF386" w14:textId="77777777" w:rsidTr="00923D7D">
        <w:tc>
          <w:tcPr>
            <w:tcW w:w="4962" w:type="dxa"/>
          </w:tcPr>
          <w:p w14:paraId="5F76EFC1" w14:textId="77777777" w:rsidR="0071620A" w:rsidRPr="00FD7E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0D8AB75" w14:textId="77777777" w:rsidR="00C61DC5" w:rsidRPr="00FD7E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369A5E" w14:textId="77777777" w:rsidR="00C61DC5" w:rsidRPr="00FD7EE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D7EEE" w14:paraId="2E039D11" w14:textId="77777777" w:rsidTr="00923D7D">
        <w:tc>
          <w:tcPr>
            <w:tcW w:w="4962" w:type="dxa"/>
          </w:tcPr>
          <w:p w14:paraId="71A71A51" w14:textId="77777777" w:rsidR="0085747A" w:rsidRPr="00FD7E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A98FEF" w14:textId="77777777" w:rsidR="0085747A" w:rsidRPr="00FD7EE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D7EEE" w14:paraId="60279E4C" w14:textId="77777777" w:rsidTr="00923D7D">
        <w:tc>
          <w:tcPr>
            <w:tcW w:w="4962" w:type="dxa"/>
          </w:tcPr>
          <w:p w14:paraId="5BAD5577" w14:textId="77777777" w:rsidR="0085747A" w:rsidRPr="00FD7E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7E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B48A3A" w14:textId="77777777" w:rsidR="0085747A" w:rsidRPr="00FD7EE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F0B188" w14:textId="77777777" w:rsidR="0085747A" w:rsidRPr="00FD7E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7E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7E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D7AC23" w14:textId="77777777" w:rsidR="003E1941" w:rsidRPr="00FD7E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38CC3" w14:textId="77777777" w:rsidR="0085747A" w:rsidRPr="00FD7EE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7EEE">
        <w:rPr>
          <w:rFonts w:ascii="Corbel" w:hAnsi="Corbel"/>
          <w:smallCaps w:val="0"/>
          <w:szCs w:val="24"/>
        </w:rPr>
        <w:t xml:space="preserve">6. </w:t>
      </w:r>
      <w:r w:rsidR="0085747A" w:rsidRPr="00FD7EEE">
        <w:rPr>
          <w:rFonts w:ascii="Corbel" w:hAnsi="Corbel"/>
          <w:smallCaps w:val="0"/>
          <w:szCs w:val="24"/>
        </w:rPr>
        <w:t>PRAKTYKI ZAWO</w:t>
      </w:r>
      <w:r w:rsidR="009D3F3B" w:rsidRPr="00FD7EEE">
        <w:rPr>
          <w:rFonts w:ascii="Corbel" w:hAnsi="Corbel"/>
          <w:smallCaps w:val="0"/>
          <w:szCs w:val="24"/>
        </w:rPr>
        <w:t>DOWE W RAMACH PRZEDMIOTU</w:t>
      </w:r>
    </w:p>
    <w:p w14:paraId="746BEAB4" w14:textId="77777777" w:rsidR="0085747A" w:rsidRPr="00FD7EE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D7EEE" w:rsidRPr="00FD7EEE" w14:paraId="21611A33" w14:textId="77777777" w:rsidTr="0071620A">
        <w:trPr>
          <w:trHeight w:val="397"/>
        </w:trPr>
        <w:tc>
          <w:tcPr>
            <w:tcW w:w="3544" w:type="dxa"/>
          </w:tcPr>
          <w:p w14:paraId="6B1801BC" w14:textId="77777777" w:rsidR="00FD7EEE" w:rsidRPr="00FD7EEE" w:rsidRDefault="00FD7EEE" w:rsidP="00FD7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077D5D" w14:textId="147809D0" w:rsidR="00FD7EEE" w:rsidRPr="00FD7EEE" w:rsidRDefault="00FD7EEE" w:rsidP="00FD7EE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D7979">
              <w:t>Nie dotyczy</w:t>
            </w:r>
          </w:p>
        </w:tc>
      </w:tr>
      <w:tr w:rsidR="00FD7EEE" w:rsidRPr="00FD7EEE" w14:paraId="7352169F" w14:textId="77777777" w:rsidTr="0071620A">
        <w:trPr>
          <w:trHeight w:val="397"/>
        </w:trPr>
        <w:tc>
          <w:tcPr>
            <w:tcW w:w="3544" w:type="dxa"/>
          </w:tcPr>
          <w:p w14:paraId="2536DFF6" w14:textId="77777777" w:rsidR="00FD7EEE" w:rsidRPr="00FD7EEE" w:rsidRDefault="00FD7EEE" w:rsidP="00FD7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7E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3A9425" w14:textId="686BFDBB" w:rsidR="00FD7EEE" w:rsidRPr="00FD7EEE" w:rsidRDefault="00FD7EEE" w:rsidP="00FD7EEE">
            <w:pPr>
              <w:rPr>
                <w:rFonts w:ascii="Corbel" w:hAnsi="Corbel"/>
                <w:b/>
                <w:smallCaps/>
                <w:szCs w:val="24"/>
              </w:rPr>
            </w:pPr>
            <w:r w:rsidRPr="001D7979">
              <w:t>Nie dotyczy</w:t>
            </w:r>
          </w:p>
        </w:tc>
      </w:tr>
    </w:tbl>
    <w:p w14:paraId="2F3AC108" w14:textId="77777777" w:rsidR="003E1941" w:rsidRPr="00FD7E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C1FB4" w14:textId="11F1CD45" w:rsidR="0085747A" w:rsidRPr="00FD7EEE" w:rsidRDefault="00FD7E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FD7EE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D7EEE">
        <w:rPr>
          <w:rFonts w:ascii="Corbel" w:hAnsi="Corbel"/>
          <w:smallCaps w:val="0"/>
          <w:szCs w:val="24"/>
        </w:rPr>
        <w:t>LITERATURA</w:t>
      </w:r>
      <w:r w:rsidR="00675843" w:rsidRPr="00FD7EEE">
        <w:rPr>
          <w:rFonts w:ascii="Corbel" w:hAnsi="Corbel"/>
          <w:smallCaps w:val="0"/>
          <w:szCs w:val="24"/>
        </w:rPr>
        <w:t xml:space="preserve"> </w:t>
      </w:r>
    </w:p>
    <w:p w14:paraId="78292763" w14:textId="77777777" w:rsidR="00675843" w:rsidRPr="00FD7E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D7EEE" w14:paraId="7ABDDEBE" w14:textId="77777777" w:rsidTr="0071620A">
        <w:trPr>
          <w:trHeight w:val="397"/>
        </w:trPr>
        <w:tc>
          <w:tcPr>
            <w:tcW w:w="7513" w:type="dxa"/>
          </w:tcPr>
          <w:p w14:paraId="5DD8E97D" w14:textId="77777777" w:rsidR="0085747A" w:rsidRPr="007B5320" w:rsidRDefault="0085747A" w:rsidP="0021533C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5320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6582493C" w14:textId="77777777" w:rsidR="007255F4" w:rsidRPr="00FD7EEE" w:rsidRDefault="007255F4" w:rsidP="0021533C">
            <w:pPr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0FD7EEE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0FD7EEE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D7EEE">
              <w:rPr>
                <w:rFonts w:ascii="Corbel" w:hAnsi="Corbel"/>
                <w:i/>
                <w:sz w:val="24"/>
                <w:szCs w:val="24"/>
              </w:rPr>
              <w:t xml:space="preserve">Wiącek M., Prawa człowieka, </w:t>
            </w:r>
            <w:r w:rsidRPr="00FD7EEE"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5240610E" w14:textId="77777777" w:rsidR="007255F4" w:rsidRPr="00FD7EEE" w:rsidRDefault="007255F4" w:rsidP="0021533C">
            <w:pPr>
              <w:rPr>
                <w:rFonts w:ascii="Corbel" w:hAnsi="Corbel"/>
                <w:sz w:val="24"/>
                <w:szCs w:val="24"/>
              </w:rPr>
            </w:pPr>
            <w:r w:rsidRPr="00FD7EE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Koba L., Wacławczyk W. (red.), </w:t>
            </w:r>
            <w:r w:rsidRPr="00FD7EE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Prawa człowieka. wybrane zagadnienia i problemy</w:t>
            </w:r>
            <w:r w:rsidRPr="00FD7EE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2009.</w:t>
            </w:r>
          </w:p>
          <w:p w14:paraId="25990768" w14:textId="045C9DD9" w:rsidR="007255F4" w:rsidRPr="00FD7EEE" w:rsidRDefault="007255F4" w:rsidP="00FD7EEE">
            <w:pPr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FD7EE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Bogucka I., Pietrzykowski T., </w:t>
            </w:r>
            <w:r w:rsidRPr="00FD7EE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Etyka w administracji publicznej</w:t>
            </w:r>
            <w:r w:rsidRPr="00FD7EE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2015.</w:t>
            </w:r>
          </w:p>
        </w:tc>
      </w:tr>
      <w:tr w:rsidR="0085747A" w:rsidRPr="00FD7EEE" w14:paraId="0C5B256B" w14:textId="77777777" w:rsidTr="0021533C">
        <w:trPr>
          <w:trHeight w:val="3031"/>
        </w:trPr>
        <w:tc>
          <w:tcPr>
            <w:tcW w:w="7513" w:type="dxa"/>
          </w:tcPr>
          <w:p w14:paraId="6117278B" w14:textId="77777777" w:rsidR="0085747A" w:rsidRPr="007B5320" w:rsidRDefault="0085747A" w:rsidP="0021533C">
            <w:pPr>
              <w:rPr>
                <w:rFonts w:ascii="Corbel" w:hAnsi="Corbel"/>
                <w:b/>
                <w:smallCaps/>
                <w:sz w:val="24"/>
              </w:rPr>
            </w:pPr>
            <w:r w:rsidRPr="007B5320">
              <w:rPr>
                <w:rFonts w:ascii="Corbel" w:hAnsi="Corbel"/>
                <w:b/>
                <w:sz w:val="24"/>
              </w:rPr>
              <w:t xml:space="preserve">Literatura uzupełniająca: </w:t>
            </w:r>
          </w:p>
          <w:p w14:paraId="5054D789" w14:textId="77777777" w:rsidR="0021533C" w:rsidRPr="00FD7EEE" w:rsidRDefault="0021533C" w:rsidP="0021533C">
            <w:pPr>
              <w:rPr>
                <w:rFonts w:ascii="Corbel" w:hAnsi="Corbel"/>
                <w:color w:val="000000"/>
                <w:sz w:val="24"/>
              </w:rPr>
            </w:pPr>
            <w:r w:rsidRPr="00FD7EEE">
              <w:rPr>
                <w:rFonts w:ascii="Corbel" w:hAnsi="Corbel"/>
                <w:color w:val="000000"/>
                <w:sz w:val="24"/>
              </w:rPr>
              <w:t xml:space="preserve">Sroka R., </w:t>
            </w:r>
            <w:r w:rsidRPr="00FD7EEE">
              <w:rPr>
                <w:rFonts w:ascii="Corbel" w:hAnsi="Corbel"/>
                <w:i/>
                <w:color w:val="000000"/>
                <w:sz w:val="24"/>
              </w:rPr>
              <w:t>Etyka i prawa człowieka w biznesie : w poszukiwaniu metody</w:t>
            </w:r>
            <w:r w:rsidRPr="00FD7EEE">
              <w:rPr>
                <w:rFonts w:ascii="Corbel" w:hAnsi="Corbel"/>
                <w:color w:val="000000"/>
                <w:sz w:val="24"/>
              </w:rPr>
              <w:t>, Warszawa 2016.</w:t>
            </w:r>
          </w:p>
          <w:p w14:paraId="61DD8D04" w14:textId="77777777" w:rsidR="0021533C" w:rsidRPr="00FD7EEE" w:rsidRDefault="0021533C" w:rsidP="0021533C">
            <w:pPr>
              <w:rPr>
                <w:rFonts w:ascii="Corbel" w:hAnsi="Corbel"/>
                <w:color w:val="000000"/>
                <w:sz w:val="24"/>
              </w:rPr>
            </w:pPr>
            <w:r w:rsidRPr="00FD7EEE">
              <w:rPr>
                <w:rFonts w:ascii="Corbel" w:hAnsi="Corbel"/>
                <w:color w:val="000000"/>
                <w:sz w:val="24"/>
              </w:rPr>
              <w:t xml:space="preserve">Kalisz N., </w:t>
            </w:r>
            <w:r w:rsidRPr="00FD7EEE">
              <w:rPr>
                <w:rFonts w:ascii="Corbel" w:hAnsi="Corbel"/>
                <w:i/>
                <w:color w:val="000000"/>
                <w:sz w:val="24"/>
              </w:rPr>
              <w:t>Prawa człowieka : współczesne zjawiska, wyzwania, zagrożenia</w:t>
            </w:r>
            <w:r w:rsidRPr="00FD7EEE">
              <w:rPr>
                <w:rFonts w:ascii="Corbel" w:hAnsi="Corbel"/>
                <w:color w:val="000000"/>
                <w:sz w:val="24"/>
              </w:rPr>
              <w:t>. t. 2, Sosnowiec 2015.</w:t>
            </w:r>
          </w:p>
          <w:p w14:paraId="0B77C206" w14:textId="77777777" w:rsidR="007255F4" w:rsidRPr="00FD7EEE" w:rsidRDefault="0021533C" w:rsidP="0021533C">
            <w:pPr>
              <w:rPr>
                <w:rFonts w:ascii="Corbel" w:hAnsi="Corbel"/>
                <w:b/>
                <w:i/>
                <w:smallCaps/>
                <w:color w:val="000000"/>
              </w:rPr>
            </w:pPr>
            <w:r w:rsidRPr="00FD7EEE">
              <w:rPr>
                <w:rFonts w:ascii="Corbel" w:hAnsi="Corbel"/>
                <w:color w:val="000000"/>
                <w:sz w:val="24"/>
              </w:rPr>
              <w:t xml:space="preserve">Hołda J., Hołda Z., Ostrowska D., Rybczyńska Julita A., </w:t>
            </w:r>
            <w:r w:rsidRPr="00FD7EEE">
              <w:rPr>
                <w:rFonts w:ascii="Corbel" w:hAnsi="Corbel"/>
                <w:i/>
                <w:color w:val="000000"/>
                <w:sz w:val="24"/>
              </w:rPr>
              <w:t>Prawa człowieka. Zarys wykładu</w:t>
            </w:r>
            <w:r w:rsidRPr="00FD7EEE">
              <w:rPr>
                <w:rFonts w:ascii="Corbel" w:hAnsi="Corbel"/>
                <w:color w:val="000000"/>
                <w:sz w:val="24"/>
              </w:rPr>
              <w:t>, Warszawa 2014.</w:t>
            </w:r>
          </w:p>
        </w:tc>
      </w:tr>
    </w:tbl>
    <w:p w14:paraId="1FB7270E" w14:textId="77777777" w:rsidR="0085747A" w:rsidRPr="00FD7E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20BDE" w14:textId="77777777" w:rsidR="0085747A" w:rsidRPr="00FD7E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E1DF0" w14:textId="77777777" w:rsidR="0085747A" w:rsidRPr="00FD7EE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7E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D7E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DDD73" w14:textId="77777777" w:rsidR="005A7291" w:rsidRDefault="005A7291" w:rsidP="00C16ABF">
      <w:pPr>
        <w:spacing w:after="0" w:line="240" w:lineRule="auto"/>
      </w:pPr>
      <w:r>
        <w:separator/>
      </w:r>
    </w:p>
  </w:endnote>
  <w:endnote w:type="continuationSeparator" w:id="0">
    <w:p w14:paraId="3283E969" w14:textId="77777777" w:rsidR="005A7291" w:rsidRDefault="005A72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840D2" w14:textId="77777777" w:rsidR="005A7291" w:rsidRDefault="005A7291" w:rsidP="00C16ABF">
      <w:pPr>
        <w:spacing w:after="0" w:line="240" w:lineRule="auto"/>
      </w:pPr>
      <w:r>
        <w:separator/>
      </w:r>
    </w:p>
  </w:footnote>
  <w:footnote w:type="continuationSeparator" w:id="0">
    <w:p w14:paraId="6C69176A" w14:textId="77777777" w:rsidR="005A7291" w:rsidRDefault="005A7291" w:rsidP="00C16ABF">
      <w:pPr>
        <w:spacing w:after="0" w:line="240" w:lineRule="auto"/>
      </w:pPr>
      <w:r>
        <w:continuationSeparator/>
      </w:r>
    </w:p>
  </w:footnote>
  <w:footnote w:id="1">
    <w:p w14:paraId="292149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B2"/>
    <w:rsid w:val="000F1C57"/>
    <w:rsid w:val="000F5615"/>
    <w:rsid w:val="00124BFF"/>
    <w:rsid w:val="0012560E"/>
    <w:rsid w:val="00127108"/>
    <w:rsid w:val="00134B13"/>
    <w:rsid w:val="00146BC0"/>
    <w:rsid w:val="0015166C"/>
    <w:rsid w:val="00153C41"/>
    <w:rsid w:val="00154381"/>
    <w:rsid w:val="00161A25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533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95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0B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67"/>
    <w:rsid w:val="004A3EEA"/>
    <w:rsid w:val="004A4D1F"/>
    <w:rsid w:val="004D5282"/>
    <w:rsid w:val="004F1551"/>
    <w:rsid w:val="004F55A3"/>
    <w:rsid w:val="0050496F"/>
    <w:rsid w:val="00513B6F"/>
    <w:rsid w:val="00517C63"/>
    <w:rsid w:val="00523E76"/>
    <w:rsid w:val="005363C4"/>
    <w:rsid w:val="00536BDE"/>
    <w:rsid w:val="00543ACC"/>
    <w:rsid w:val="00553EE2"/>
    <w:rsid w:val="0056696D"/>
    <w:rsid w:val="00584E5D"/>
    <w:rsid w:val="0059484D"/>
    <w:rsid w:val="005A0855"/>
    <w:rsid w:val="005A3196"/>
    <w:rsid w:val="005A7291"/>
    <w:rsid w:val="005C080F"/>
    <w:rsid w:val="005C0B76"/>
    <w:rsid w:val="005C55E5"/>
    <w:rsid w:val="005C696A"/>
    <w:rsid w:val="005E6E85"/>
    <w:rsid w:val="005F31D2"/>
    <w:rsid w:val="0061029B"/>
    <w:rsid w:val="00617230"/>
    <w:rsid w:val="00621CE1"/>
    <w:rsid w:val="00627FC9"/>
    <w:rsid w:val="006359DB"/>
    <w:rsid w:val="0064674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5F4"/>
    <w:rsid w:val="007327BD"/>
    <w:rsid w:val="00734608"/>
    <w:rsid w:val="00745302"/>
    <w:rsid w:val="007461D6"/>
    <w:rsid w:val="00746EC8"/>
    <w:rsid w:val="00763BF1"/>
    <w:rsid w:val="007642FA"/>
    <w:rsid w:val="00766FD4"/>
    <w:rsid w:val="0078168C"/>
    <w:rsid w:val="00782E6B"/>
    <w:rsid w:val="00787C2A"/>
    <w:rsid w:val="00790E27"/>
    <w:rsid w:val="007A4022"/>
    <w:rsid w:val="007A6E6E"/>
    <w:rsid w:val="007B5320"/>
    <w:rsid w:val="007C3299"/>
    <w:rsid w:val="007C3BCC"/>
    <w:rsid w:val="007C4546"/>
    <w:rsid w:val="007D6E56"/>
    <w:rsid w:val="007F4155"/>
    <w:rsid w:val="0080177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F5"/>
    <w:rsid w:val="008D3DFB"/>
    <w:rsid w:val="008E64F4"/>
    <w:rsid w:val="008F12C9"/>
    <w:rsid w:val="008F6E29"/>
    <w:rsid w:val="00916188"/>
    <w:rsid w:val="00923D7D"/>
    <w:rsid w:val="00936567"/>
    <w:rsid w:val="009508DF"/>
    <w:rsid w:val="00950DAC"/>
    <w:rsid w:val="00954A07"/>
    <w:rsid w:val="009628D3"/>
    <w:rsid w:val="00985C6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91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ECB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359"/>
    <w:rsid w:val="00D425B2"/>
    <w:rsid w:val="00D428D6"/>
    <w:rsid w:val="00D552B2"/>
    <w:rsid w:val="00D608D1"/>
    <w:rsid w:val="00D74119"/>
    <w:rsid w:val="00D8075B"/>
    <w:rsid w:val="00D8678B"/>
    <w:rsid w:val="00DA2114"/>
    <w:rsid w:val="00DD2F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645"/>
    <w:rsid w:val="00EC4899"/>
    <w:rsid w:val="00ED03AB"/>
    <w:rsid w:val="00ED32D2"/>
    <w:rsid w:val="00EE32DE"/>
    <w:rsid w:val="00EE5457"/>
    <w:rsid w:val="00F070AB"/>
    <w:rsid w:val="00F17567"/>
    <w:rsid w:val="00F27A7B"/>
    <w:rsid w:val="00F31F2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E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DCF0"/>
  <w15:docId w15:val="{A064A029-4B2A-49FC-841F-00A43A62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5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55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55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255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3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3E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3E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6BE567F-0E75-43F1-AED8-2690B72A3C3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2D6E-9924-479D-8895-70936057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4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6</cp:revision>
  <cp:lastPrinted>2019-02-06T12:12:00Z</cp:lastPrinted>
  <dcterms:created xsi:type="dcterms:W3CDTF">2020-12-02T22:07:00Z</dcterms:created>
  <dcterms:modified xsi:type="dcterms:W3CDTF">2022-03-14T12:37:00Z</dcterms:modified>
</cp:coreProperties>
</file>